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00"/>
        <w:gridCol w:w="144"/>
        <w:gridCol w:w="3456"/>
      </w:tblGrid>
      <w:tr w:rsidR="00182DCF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200"/>
            </w:tblGrid>
            <w:tr w:rsidR="00182DCF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182DCF" w:rsidRDefault="009D72E5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371975" cy="4568574"/>
                        <wp:effectExtent l="0" t="0" r="0" b="381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881931.pn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b="52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390938" cy="45883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2DCF">
              <w:trPr>
                <w:trHeight w:hRule="exact" w:val="5760"/>
              </w:trPr>
              <w:tc>
                <w:tcPr>
                  <w:tcW w:w="7200" w:type="dxa"/>
                </w:tcPr>
                <w:p w:rsidR="001B57B4" w:rsidRPr="001B57B4" w:rsidRDefault="001B57B4">
                  <w:pPr>
                    <w:pStyle w:val="Title"/>
                    <w:rPr>
                      <w:color w:val="E52415" w:themeColor="accent1"/>
                    </w:rPr>
                  </w:pPr>
                  <w:r>
                    <w:rPr>
                      <w:color w:val="E52415" w:themeColor="accent1"/>
                    </w:rPr>
                    <w:t xml:space="preserve">        </w:t>
                  </w:r>
                  <w:r w:rsidRPr="001B57B4">
                    <w:rPr>
                      <w:color w:val="E52415" w:themeColor="accent1"/>
                    </w:rPr>
                    <w:t xml:space="preserve">SAY NO </w:t>
                  </w:r>
                </w:p>
                <w:p w:rsidR="00182DCF" w:rsidRDefault="001B57B4">
                  <w:pPr>
                    <w:pStyle w:val="Title"/>
                  </w:pPr>
                  <w:r>
                    <w:t xml:space="preserve">  TO DRINKING!</w:t>
                  </w:r>
                </w:p>
                <w:p w:rsidR="00291021" w:rsidRPr="00250053" w:rsidRDefault="00291021" w:rsidP="00250053">
                  <w:pPr>
                    <w:pStyle w:val="Heading1"/>
                    <w:jc w:val="center"/>
                    <w:rPr>
                      <w:sz w:val="36"/>
                    </w:rPr>
                  </w:pPr>
                  <w:r w:rsidRPr="00250053">
                    <w:rPr>
                      <w:sz w:val="36"/>
                    </w:rPr>
                    <w:t xml:space="preserve">Do </w:t>
                  </w:r>
                  <w:r w:rsidRPr="00250053">
                    <w:rPr>
                      <w:color w:val="E52415" w:themeColor="accent1"/>
                      <w:sz w:val="44"/>
                    </w:rPr>
                    <w:t>YOU</w:t>
                  </w:r>
                  <w:r w:rsidRPr="00250053">
                    <w:rPr>
                      <w:sz w:val="36"/>
                    </w:rPr>
                    <w:t xml:space="preserve"> think you have a drinking problem?</w:t>
                  </w:r>
                </w:p>
                <w:p w:rsidR="00250053" w:rsidRPr="00250053" w:rsidRDefault="00250053" w:rsidP="00250053">
                  <w:pPr>
                    <w:rPr>
                      <w:sz w:val="20"/>
                    </w:rPr>
                  </w:pPr>
                </w:p>
                <w:p w:rsidR="00291021" w:rsidRPr="00250053" w:rsidRDefault="00291021" w:rsidP="00250053">
                  <w:pPr>
                    <w:pStyle w:val="Heading1"/>
                    <w:jc w:val="center"/>
                    <w:rPr>
                      <w:sz w:val="36"/>
                    </w:rPr>
                  </w:pPr>
                  <w:r w:rsidRPr="00250053">
                    <w:rPr>
                      <w:sz w:val="36"/>
                    </w:rPr>
                    <w:t xml:space="preserve">Are </w:t>
                  </w:r>
                  <w:r w:rsidRPr="00250053">
                    <w:rPr>
                      <w:color w:val="E52415" w:themeColor="accent1"/>
                      <w:sz w:val="44"/>
                    </w:rPr>
                    <w:t>YOU</w:t>
                  </w:r>
                  <w:r w:rsidRPr="00250053">
                    <w:rPr>
                      <w:sz w:val="36"/>
                    </w:rPr>
                    <w:t xml:space="preserve"> worried about yourself?</w:t>
                  </w:r>
                </w:p>
                <w:p w:rsidR="00250053" w:rsidRPr="00250053" w:rsidRDefault="00250053" w:rsidP="00250053">
                  <w:pPr>
                    <w:rPr>
                      <w:sz w:val="20"/>
                    </w:rPr>
                  </w:pPr>
                </w:p>
                <w:p w:rsidR="00291021" w:rsidRPr="00250053" w:rsidRDefault="00291021" w:rsidP="00250053">
                  <w:pPr>
                    <w:pStyle w:val="Heading1"/>
                    <w:jc w:val="center"/>
                    <w:rPr>
                      <w:color w:val="E52415" w:themeColor="accent1"/>
                      <w:sz w:val="36"/>
                    </w:rPr>
                  </w:pPr>
                  <w:r w:rsidRPr="00250053">
                    <w:rPr>
                      <w:color w:val="E52415" w:themeColor="accent1"/>
                      <w:sz w:val="44"/>
                    </w:rPr>
                    <w:t>Need help?</w:t>
                  </w:r>
                </w:p>
                <w:p w:rsidR="00250053" w:rsidRPr="00250053" w:rsidRDefault="00250053" w:rsidP="00250053">
                  <w:pPr>
                    <w:jc w:val="center"/>
                    <w:rPr>
                      <w:sz w:val="24"/>
                    </w:rPr>
                  </w:pPr>
                  <w:r w:rsidRPr="00250053">
                    <w:rPr>
                      <w:sz w:val="24"/>
                    </w:rPr>
                    <w:t>Contact information listed to the right.</w:t>
                  </w:r>
                </w:p>
                <w:p w:rsidR="00250053" w:rsidRDefault="00250053" w:rsidP="00250053"/>
                <w:p w:rsidR="00250053" w:rsidRPr="00250053" w:rsidRDefault="00250053" w:rsidP="00250053"/>
                <w:p w:rsidR="009D2E0D" w:rsidRDefault="009D2E0D" w:rsidP="00250053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</w:tr>
            <w:tr w:rsidR="00182DCF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182DCF" w:rsidRDefault="00250053">
                  <w:bookmarkStart w:id="0" w:name="_GoBack"/>
                  <w:bookmarkEnd w:id="0"/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068070" cy="914400"/>
                        <wp:effectExtent l="0" t="0" r="0" b="0"/>
                        <wp:docPr id="6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download (2)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07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2DCF" w:rsidRDefault="00182DCF"/>
        </w:tc>
        <w:tc>
          <w:tcPr>
            <w:tcW w:w="144" w:type="dxa"/>
          </w:tcPr>
          <w:p w:rsidR="00182DCF" w:rsidRDefault="00182DCF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/>
            </w:tblPr>
            <w:tblGrid>
              <w:gridCol w:w="3456"/>
            </w:tblGrid>
            <w:tr w:rsidR="00182DCF">
              <w:trPr>
                <w:trHeight w:hRule="exact" w:val="10800"/>
              </w:trPr>
              <w:tc>
                <w:tcPr>
                  <w:tcW w:w="3446" w:type="dxa"/>
                  <w:shd w:val="clear" w:color="auto" w:fill="000000" w:themeFill="accent2"/>
                  <w:vAlign w:val="center"/>
                </w:tcPr>
                <w:p w:rsidR="00182DCF" w:rsidRDefault="00291021">
                  <w:pPr>
                    <w:pStyle w:val="Heading2"/>
                  </w:pPr>
                  <w:r>
                    <w:t>CONSEQUENCES</w:t>
                  </w:r>
                </w:p>
                <w:p w:rsidR="00182DCF" w:rsidRDefault="00182DCF" w:rsidP="00635F88">
                  <w:pPr>
                    <w:pStyle w:val="Line"/>
                    <w:shd w:val="clear" w:color="auto" w:fill="000000" w:themeFill="text1"/>
                  </w:pPr>
                </w:p>
                <w:p w:rsidR="00182DCF" w:rsidRDefault="00291021" w:rsidP="00291021">
                  <w:pPr>
                    <w:pStyle w:val="Heading2"/>
                    <w:jc w:val="left"/>
                  </w:pPr>
                  <w:r>
                    <w:t>SUSPENSION</w:t>
                  </w:r>
                </w:p>
                <w:p w:rsidR="00182DCF" w:rsidRDefault="00182DCF" w:rsidP="00291021">
                  <w:pPr>
                    <w:pStyle w:val="Line"/>
                    <w:jc w:val="left"/>
                  </w:pPr>
                </w:p>
                <w:p w:rsidR="00182DCF" w:rsidRDefault="00291021" w:rsidP="00291021">
                  <w:pPr>
                    <w:pStyle w:val="Heading2"/>
                    <w:jc w:val="left"/>
                  </w:pPr>
                  <w:r>
                    <w:t>LOSS OF HOUSING</w:t>
                  </w:r>
                </w:p>
                <w:p w:rsidR="00182DCF" w:rsidRDefault="00182DCF" w:rsidP="00291021">
                  <w:pPr>
                    <w:pStyle w:val="Line"/>
                    <w:jc w:val="left"/>
                  </w:pPr>
                </w:p>
                <w:p w:rsidR="00182DCF" w:rsidRDefault="00291021" w:rsidP="00291021">
                  <w:pPr>
                    <w:pStyle w:val="Heading2"/>
                    <w:jc w:val="left"/>
                  </w:pPr>
                  <w:r>
                    <w:t>FINES</w:t>
                  </w:r>
                </w:p>
                <w:p w:rsidR="00182DCF" w:rsidRDefault="00182DCF" w:rsidP="00291021">
                  <w:pPr>
                    <w:pStyle w:val="Line"/>
                    <w:jc w:val="left"/>
                  </w:pPr>
                </w:p>
                <w:p w:rsidR="00182DCF" w:rsidRDefault="00291021" w:rsidP="00291021">
                  <w:pPr>
                    <w:pStyle w:val="Heading2"/>
                    <w:jc w:val="left"/>
                  </w:pPr>
                  <w:r>
                    <w:t>EXPULSION FOR REPEAT OFFENDERS</w:t>
                  </w:r>
                </w:p>
                <w:p w:rsidR="001B57B4" w:rsidRDefault="001B57B4" w:rsidP="001B57B4">
                  <w:pPr>
                    <w:pStyle w:val="Line"/>
                  </w:pPr>
                </w:p>
                <w:p w:rsidR="00291021" w:rsidRPr="00291021" w:rsidRDefault="00291021" w:rsidP="00291021">
                  <w:pPr>
                    <w:pStyle w:val="Heading2"/>
                    <w:rPr>
                      <w:b w:val="0"/>
                      <w:sz w:val="40"/>
                    </w:rPr>
                  </w:pPr>
                  <w:r w:rsidRPr="00291021">
                    <w:rPr>
                      <w:b w:val="0"/>
                      <w:sz w:val="40"/>
                    </w:rPr>
                    <w:t>Drinking does</w:t>
                  </w:r>
                </w:p>
                <w:p w:rsidR="00291021" w:rsidRPr="00291021" w:rsidRDefault="00291021" w:rsidP="00291021">
                  <w:pPr>
                    <w:jc w:val="center"/>
                    <w:rPr>
                      <w:b/>
                      <w:color w:val="FEF5F4" w:themeColor="background1"/>
                      <w:sz w:val="48"/>
                    </w:rPr>
                  </w:pPr>
                  <w:r w:rsidRPr="00291021">
                    <w:rPr>
                      <w:b/>
                      <w:color w:val="FEF5F4" w:themeColor="background1"/>
                      <w:sz w:val="48"/>
                    </w:rPr>
                    <w:t>NOT</w:t>
                  </w:r>
                </w:p>
                <w:p w:rsidR="009D2E0D" w:rsidRPr="00291021" w:rsidRDefault="00291021" w:rsidP="00291021">
                  <w:pPr>
                    <w:jc w:val="center"/>
                    <w:rPr>
                      <w:b/>
                      <w:color w:val="FEF5F4" w:themeColor="background1"/>
                      <w:sz w:val="44"/>
                    </w:rPr>
                  </w:pPr>
                  <w:proofErr w:type="gramStart"/>
                  <w:r w:rsidRPr="00291021">
                    <w:rPr>
                      <w:color w:val="FEF5F4" w:themeColor="background1"/>
                      <w:sz w:val="40"/>
                    </w:rPr>
                    <w:t>make</w:t>
                  </w:r>
                  <w:proofErr w:type="gramEnd"/>
                  <w:r w:rsidRPr="00291021">
                    <w:rPr>
                      <w:color w:val="FEF5F4" w:themeColor="background1"/>
                      <w:sz w:val="40"/>
                    </w:rPr>
                    <w:t xml:space="preserve"> you look</w:t>
                  </w:r>
                  <w:r w:rsidRPr="00291021">
                    <w:rPr>
                      <w:b/>
                      <w:color w:val="FEF5F4" w:themeColor="background1"/>
                      <w:sz w:val="40"/>
                    </w:rPr>
                    <w:t xml:space="preserve"> </w:t>
                  </w:r>
                  <w:r w:rsidRPr="00291021">
                    <w:rPr>
                      <w:b/>
                      <w:color w:val="FEF5F4" w:themeColor="background1"/>
                      <w:sz w:val="48"/>
                    </w:rPr>
                    <w:t>COOL!</w:t>
                  </w:r>
                </w:p>
              </w:tc>
            </w:tr>
            <w:tr w:rsidR="00182DCF" w:rsidTr="00E857FC">
              <w:trPr>
                <w:trHeight w:hRule="exact" w:val="80"/>
              </w:trPr>
              <w:tc>
                <w:tcPr>
                  <w:tcW w:w="3446" w:type="dxa"/>
                </w:tcPr>
                <w:p w:rsidR="00182DCF" w:rsidRDefault="00182DCF"/>
              </w:tc>
            </w:tr>
            <w:tr w:rsidR="00182DCF">
              <w:trPr>
                <w:trHeight w:hRule="exact" w:val="3456"/>
              </w:trPr>
              <w:tc>
                <w:tcPr>
                  <w:tcW w:w="3446" w:type="dxa"/>
                  <w:shd w:val="clear" w:color="auto" w:fill="E52415" w:themeFill="accent1"/>
                  <w:vAlign w:val="center"/>
                </w:tcPr>
                <w:p w:rsidR="009D2E0D" w:rsidRPr="000A5700" w:rsidRDefault="000A5700">
                  <w:pPr>
                    <w:pStyle w:val="Heading3"/>
                    <w:rPr>
                      <w:sz w:val="18"/>
                    </w:rPr>
                  </w:pPr>
                  <w:r w:rsidRPr="000A5700">
                    <w:rPr>
                      <w:sz w:val="18"/>
                    </w:rPr>
                    <w:t>DRUG ALCOHOL WELLNESS NETWORK</w:t>
                  </w:r>
                </w:p>
                <w:p w:rsidR="00182DCF" w:rsidRDefault="000A5700" w:rsidP="00291021">
                  <w:pPr>
                    <w:pStyle w:val="Heading3"/>
                    <w:jc w:val="left"/>
                  </w:pPr>
                  <w:proofErr w:type="gramStart"/>
                  <w:r>
                    <w:t>D.A.W.N.</w:t>
                  </w:r>
                  <w:proofErr w:type="gramEnd"/>
                </w:p>
                <w:p w:rsidR="00182DCF" w:rsidRDefault="009715FC" w:rsidP="00291021">
                  <w:pPr>
                    <w:pStyle w:val="ContactInfo"/>
                    <w:jc w:val="left"/>
                  </w:pPr>
                  <w:sdt>
                    <w:sdtPr>
                      <w:rPr>
                        <w:sz w:val="24"/>
                        <w:szCs w:val="24"/>
                      </w:rPr>
                      <w:id w:val="857003158"/>
                      <w:placeholder>
                        <w:docPart w:val="68D563FA5E6E42DFAB4276A1E930058E"/>
                      </w:placeholder>
                      <w:text w:multiLine="1"/>
                    </w:sdtPr>
                    <w:sdtContent>
                      <w:r w:rsidR="000A5700" w:rsidRPr="000A5700">
                        <w:rPr>
                          <w:sz w:val="24"/>
                          <w:szCs w:val="24"/>
                        </w:rPr>
                        <w:t>Dawn Office</w:t>
                      </w:r>
                      <w:r w:rsidR="000A5700" w:rsidRPr="000A5700">
                        <w:rPr>
                          <w:sz w:val="24"/>
                          <w:szCs w:val="24"/>
                        </w:rPr>
                        <w:br/>
                        <w:t>253 Student Services Center</w:t>
                      </w:r>
                      <w:r w:rsidR="000A5700">
                        <w:rPr>
                          <w:sz w:val="24"/>
                          <w:szCs w:val="24"/>
                        </w:rPr>
                        <w:br/>
                        <w:t>(570) 389-4980</w:t>
                      </w:r>
                      <w:r w:rsidR="000A5700">
                        <w:rPr>
                          <w:sz w:val="24"/>
                          <w:szCs w:val="24"/>
                        </w:rPr>
                        <w:br/>
                      </w:r>
                    </w:sdtContent>
                  </w:sdt>
                </w:p>
                <w:p w:rsidR="00182DCF" w:rsidRDefault="000A5700" w:rsidP="00291021">
                  <w:pPr>
                    <w:pStyle w:val="ContactInfo"/>
                    <w:jc w:val="left"/>
                  </w:pPr>
                  <w:r>
                    <w:t>http://bloomu.edu/dawn</w:t>
                  </w:r>
                </w:p>
                <w:p w:rsidR="00182DCF" w:rsidRDefault="000A5700" w:rsidP="00291021">
                  <w:pPr>
                    <w:pStyle w:val="Date"/>
                    <w:jc w:val="left"/>
                  </w:pPr>
                  <w:r>
                    <w:t>M-F 8a.m.-4:30p.m.</w:t>
                  </w:r>
                </w:p>
              </w:tc>
            </w:tr>
          </w:tbl>
          <w:p w:rsidR="00182DCF" w:rsidRDefault="00182DCF"/>
        </w:tc>
      </w:tr>
    </w:tbl>
    <w:p w:rsidR="00182DCF" w:rsidRDefault="00182DCF">
      <w:pPr>
        <w:pStyle w:val="NoSpacing"/>
      </w:pPr>
    </w:p>
    <w:sectPr w:rsidR="00182DCF" w:rsidSect="009715FC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6A9" w:rsidRDefault="006A56A9" w:rsidP="00E857FC">
      <w:pPr>
        <w:spacing w:after="0" w:line="240" w:lineRule="auto"/>
      </w:pPr>
      <w:r>
        <w:separator/>
      </w:r>
    </w:p>
  </w:endnote>
  <w:endnote w:type="continuationSeparator" w:id="0">
    <w:p w:rsidR="006A56A9" w:rsidRDefault="006A56A9" w:rsidP="00E8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6A9" w:rsidRDefault="006A56A9" w:rsidP="00E857FC">
      <w:pPr>
        <w:spacing w:after="0" w:line="240" w:lineRule="auto"/>
      </w:pPr>
      <w:r>
        <w:separator/>
      </w:r>
    </w:p>
  </w:footnote>
  <w:footnote w:type="continuationSeparator" w:id="0">
    <w:p w:rsidR="006A56A9" w:rsidRDefault="006A56A9" w:rsidP="00E8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3242"/>
    <w:multiLevelType w:val="hybridMultilevel"/>
    <w:tmpl w:val="AC4A47C8"/>
    <w:lvl w:ilvl="0" w:tplc="3D4CD8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5F88"/>
    <w:rsid w:val="000A5700"/>
    <w:rsid w:val="00182DCF"/>
    <w:rsid w:val="001B3ACC"/>
    <w:rsid w:val="001B57B4"/>
    <w:rsid w:val="00250053"/>
    <w:rsid w:val="00291021"/>
    <w:rsid w:val="002B04D4"/>
    <w:rsid w:val="00635F88"/>
    <w:rsid w:val="006A56A9"/>
    <w:rsid w:val="009715FC"/>
    <w:rsid w:val="009D2E0D"/>
    <w:rsid w:val="009D72E5"/>
    <w:rsid w:val="00D3333C"/>
    <w:rsid w:val="00E8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000000" w:themeColor="text2"/>
        <w:sz w:val="26"/>
        <w:szCs w:val="26"/>
        <w:lang w:val="en-US" w:eastAsia="ja-JP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Date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FC"/>
  </w:style>
  <w:style w:type="paragraph" w:styleId="Heading1">
    <w:name w:val="heading 1"/>
    <w:basedOn w:val="Normal"/>
    <w:next w:val="Normal"/>
    <w:link w:val="Heading1Char"/>
    <w:uiPriority w:val="3"/>
    <w:qFormat/>
    <w:rsid w:val="009715FC"/>
    <w:pPr>
      <w:keepNext/>
      <w:keepLines/>
      <w:spacing w:before="280" w:after="8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rsid w:val="009715FC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9715FC"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971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5241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1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rsid w:val="009715FC"/>
    <w:pPr>
      <w:numPr>
        <w:ilvl w:val="1"/>
      </w:numPr>
      <w:spacing w:before="440"/>
    </w:pPr>
    <w:rPr>
      <w:color w:val="E52415" w:themeColor="accent1"/>
    </w:rPr>
  </w:style>
  <w:style w:type="character" w:customStyle="1" w:styleId="SubtitleChar">
    <w:name w:val="Subtitle Char"/>
    <w:basedOn w:val="DefaultParagraphFont"/>
    <w:link w:val="Subtitle"/>
    <w:uiPriority w:val="2"/>
    <w:rsid w:val="009715FC"/>
    <w:rPr>
      <w:rFonts w:asciiTheme="majorHAnsi" w:eastAsiaTheme="majorEastAsia" w:hAnsiTheme="majorHAnsi" w:cstheme="majorBidi"/>
      <w:b/>
      <w:bCs/>
      <w:caps/>
      <w:color w:val="E52415" w:themeColor="accent1"/>
      <w:kern w:val="28"/>
      <w:sz w:val="106"/>
      <w:szCs w:val="106"/>
    </w:rPr>
  </w:style>
  <w:style w:type="paragraph" w:styleId="Title">
    <w:name w:val="Title"/>
    <w:basedOn w:val="Normal"/>
    <w:next w:val="Normal"/>
    <w:link w:val="TitleChar"/>
    <w:uiPriority w:val="1"/>
    <w:qFormat/>
    <w:rsid w:val="009715FC"/>
    <w:pPr>
      <w:spacing w:after="0" w:line="192" w:lineRule="auto"/>
    </w:pPr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TitleChar">
    <w:name w:val="Title Char"/>
    <w:basedOn w:val="DefaultParagraphFont"/>
    <w:link w:val="Title"/>
    <w:uiPriority w:val="1"/>
    <w:rsid w:val="009715FC"/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Heading1Char">
    <w:name w:val="Heading 1 Char"/>
    <w:basedOn w:val="DefaultParagraphFont"/>
    <w:link w:val="Heading1"/>
    <w:uiPriority w:val="3"/>
    <w:rsid w:val="009715FC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9715FC"/>
    <w:rPr>
      <w:color w:val="808080"/>
    </w:rPr>
  </w:style>
  <w:style w:type="paragraph" w:styleId="NoSpacing">
    <w:name w:val="No Spacing"/>
    <w:uiPriority w:val="19"/>
    <w:qFormat/>
    <w:rsid w:val="009715F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sid w:val="009715FC"/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customStyle="1" w:styleId="Line">
    <w:name w:val="Line"/>
    <w:basedOn w:val="Normal"/>
    <w:next w:val="Heading2"/>
    <w:uiPriority w:val="3"/>
    <w:qFormat/>
    <w:rsid w:val="009715FC"/>
    <w:pPr>
      <w:pBdr>
        <w:top w:val="single" w:sz="12" w:space="1" w:color="FEF5F4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sid w:val="009715FC"/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rsid w:val="009715FC"/>
    <w:pPr>
      <w:spacing w:after="280" w:line="240" w:lineRule="auto"/>
      <w:jc w:val="center"/>
    </w:pPr>
    <w:rPr>
      <w:color w:val="FEF5F4" w:themeColor="background1"/>
    </w:rPr>
  </w:style>
  <w:style w:type="paragraph" w:styleId="Date">
    <w:name w:val="Date"/>
    <w:basedOn w:val="Normal"/>
    <w:link w:val="DateChar"/>
    <w:uiPriority w:val="5"/>
    <w:unhideWhenUsed/>
    <w:qFormat/>
    <w:rsid w:val="009715FC"/>
    <w:pPr>
      <w:spacing w:after="0"/>
      <w:jc w:val="center"/>
    </w:pPr>
    <w:rPr>
      <w:color w:val="FEF5F4" w:themeColor="background1"/>
    </w:rPr>
  </w:style>
  <w:style w:type="character" w:customStyle="1" w:styleId="DateChar">
    <w:name w:val="Date Char"/>
    <w:basedOn w:val="DefaultParagraphFont"/>
    <w:link w:val="Date"/>
    <w:uiPriority w:val="5"/>
    <w:rsid w:val="009715FC"/>
    <w:rPr>
      <w:color w:val="FEF5F4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5F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715FC"/>
    <w:rPr>
      <w:rFonts w:asciiTheme="majorHAnsi" w:eastAsiaTheme="majorEastAsia" w:hAnsiTheme="majorHAnsi" w:cstheme="majorBidi"/>
      <w:color w:val="E52415" w:themeColor="accent1"/>
    </w:rPr>
  </w:style>
  <w:style w:type="paragraph" w:styleId="ListParagraph">
    <w:name w:val="List Paragraph"/>
    <w:basedOn w:val="Normal"/>
    <w:uiPriority w:val="34"/>
    <w:unhideWhenUsed/>
    <w:qFormat/>
    <w:rsid w:val="001B57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7FC"/>
  </w:style>
  <w:style w:type="paragraph" w:styleId="Footer">
    <w:name w:val="footer"/>
    <w:basedOn w:val="Normal"/>
    <w:link w:val="FooterChar"/>
    <w:uiPriority w:val="99"/>
    <w:unhideWhenUsed/>
    <w:rsid w:val="00E8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lleen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8D563FA5E6E42DFAB4276A1E9300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53CB5-69C8-4169-B970-ADB08483ED9E}"/>
      </w:docPartPr>
      <w:docPartBody>
        <w:p w:rsidR="00F54627" w:rsidRDefault="00C233AA">
          <w:pPr>
            <w:pStyle w:val="68D563FA5E6E42DFAB4276A1E930058E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7D3B"/>
    <w:rsid w:val="000763FD"/>
    <w:rsid w:val="004F29A4"/>
    <w:rsid w:val="00547D3B"/>
    <w:rsid w:val="006B3938"/>
    <w:rsid w:val="006E126D"/>
    <w:rsid w:val="00C233AA"/>
    <w:rsid w:val="00F5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D097C9112A4E29BF8DBD3FCC30E75F">
    <w:name w:val="D9D097C9112A4E29BF8DBD3FCC30E75F"/>
    <w:rsid w:val="004F29A4"/>
  </w:style>
  <w:style w:type="paragraph" w:customStyle="1" w:styleId="3E85C7838D144AFDA47FF2B4650108C7">
    <w:name w:val="3E85C7838D144AFDA47FF2B4650108C7"/>
    <w:rsid w:val="004F29A4"/>
  </w:style>
  <w:style w:type="paragraph" w:customStyle="1" w:styleId="4D82740E58D141AF9A9B4D0B8DB5ABB2">
    <w:name w:val="4D82740E58D141AF9A9B4D0B8DB5ABB2"/>
    <w:rsid w:val="004F29A4"/>
  </w:style>
  <w:style w:type="paragraph" w:customStyle="1" w:styleId="DEAEBF08D9EC4028957AEA7390BB4103">
    <w:name w:val="DEAEBF08D9EC4028957AEA7390BB4103"/>
    <w:rsid w:val="004F29A4"/>
  </w:style>
  <w:style w:type="paragraph" w:customStyle="1" w:styleId="F2831BC59F954C5896B1C99617FBA93D">
    <w:name w:val="F2831BC59F954C5896B1C99617FBA93D"/>
    <w:rsid w:val="004F29A4"/>
  </w:style>
  <w:style w:type="paragraph" w:customStyle="1" w:styleId="894CEDA56F1A45D5A6345341342D76CB">
    <w:name w:val="894CEDA56F1A45D5A6345341342D76CB"/>
    <w:rsid w:val="004F29A4"/>
  </w:style>
  <w:style w:type="paragraph" w:customStyle="1" w:styleId="E0E74483883547F2AE94B853C0451073">
    <w:name w:val="E0E74483883547F2AE94B853C0451073"/>
    <w:rsid w:val="004F29A4"/>
  </w:style>
  <w:style w:type="paragraph" w:customStyle="1" w:styleId="B3617B90075D4607BACBF899322E17D3">
    <w:name w:val="B3617B90075D4607BACBF899322E17D3"/>
    <w:rsid w:val="004F29A4"/>
  </w:style>
  <w:style w:type="paragraph" w:customStyle="1" w:styleId="C6E2C95836454256AD5678F99EE9BAD7">
    <w:name w:val="C6E2C95836454256AD5678F99EE9BAD7"/>
    <w:rsid w:val="004F29A4"/>
  </w:style>
  <w:style w:type="paragraph" w:customStyle="1" w:styleId="D653AC9C02304A549E65A84329908DC9">
    <w:name w:val="D653AC9C02304A549E65A84329908DC9"/>
    <w:rsid w:val="004F29A4"/>
  </w:style>
  <w:style w:type="paragraph" w:customStyle="1" w:styleId="68D563FA5E6E42DFAB4276A1E930058E">
    <w:name w:val="68D563FA5E6E42DFAB4276A1E930058E"/>
    <w:rsid w:val="004F29A4"/>
  </w:style>
  <w:style w:type="paragraph" w:customStyle="1" w:styleId="7DB71F9A01AC40C2877BB52BF93C5D39">
    <w:name w:val="7DB71F9A01AC40C2877BB52BF93C5D39"/>
    <w:rsid w:val="004F29A4"/>
  </w:style>
  <w:style w:type="paragraph" w:customStyle="1" w:styleId="5C508AE5DA5A45EAB5E21439729FA407">
    <w:name w:val="5C508AE5DA5A45EAB5E21439729FA407"/>
    <w:rsid w:val="004F29A4"/>
  </w:style>
  <w:style w:type="paragraph" w:customStyle="1" w:styleId="419E4EB14B8E4416A629D49880E82961">
    <w:name w:val="419E4EB14B8E4416A629D49880E82961"/>
    <w:rsid w:val="00547D3B"/>
  </w:style>
  <w:style w:type="paragraph" w:customStyle="1" w:styleId="E0B24B07D55141A99983090B2FCB9C56">
    <w:name w:val="E0B24B07D55141A99983090B2FCB9C56"/>
    <w:rsid w:val="006E126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rgbClr val="000000"/>
      </a:dk1>
      <a:lt1>
        <a:srgbClr val="FEF5F4"/>
      </a:lt1>
      <a:dk2>
        <a:srgbClr val="000000"/>
      </a:dk2>
      <a:lt2>
        <a:srgbClr val="FEF5F4"/>
      </a:lt2>
      <a:accent1>
        <a:srgbClr val="E52415"/>
      </a:accent1>
      <a:accent2>
        <a:srgbClr val="000000"/>
      </a:accent2>
      <a:accent3>
        <a:srgbClr val="E52415"/>
      </a:accent3>
      <a:accent4>
        <a:srgbClr val="ACBC25"/>
      </a:accent4>
      <a:accent5>
        <a:srgbClr val="7B4A0F"/>
      </a:accent5>
      <a:accent6>
        <a:srgbClr val="801F2B"/>
      </a:accent6>
      <a:hlink>
        <a:srgbClr val="3D537E"/>
      </a:hlink>
      <a:folHlink>
        <a:srgbClr val="604774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FEF9B81-C341-4D9A-80F0-7D98730AF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</dc:creator>
  <cp:lastModifiedBy>Eileen Davidson</cp:lastModifiedBy>
  <cp:revision>2</cp:revision>
  <cp:lastPrinted>2012-12-25T21:02:00Z</cp:lastPrinted>
  <dcterms:created xsi:type="dcterms:W3CDTF">2013-11-14T03:12:00Z</dcterms:created>
  <dcterms:modified xsi:type="dcterms:W3CDTF">2013-11-14T03:12:00Z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TC039885649991</vt:lpwstr>
  </property>
</Properties>
</file>